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787344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 «Заполярный район»</w:t>
      </w:r>
    </w:p>
    <w:p w:rsidR="0047274A" w:rsidRDefault="0047274A" w:rsidP="00787344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24237">
        <w:rPr>
          <w:b/>
          <w:sz w:val="28"/>
          <w:szCs w:val="28"/>
          <w:u w:val="single"/>
        </w:rPr>
        <w:t>0</w:t>
      </w:r>
      <w:r w:rsidR="006E66A0">
        <w:rPr>
          <w:b/>
          <w:sz w:val="28"/>
          <w:szCs w:val="28"/>
          <w:u w:val="single"/>
        </w:rPr>
        <w:t>7</w:t>
      </w:r>
      <w:r w:rsidR="00ED5EC2">
        <w:rPr>
          <w:b/>
          <w:sz w:val="28"/>
          <w:szCs w:val="28"/>
          <w:u w:val="single"/>
        </w:rPr>
        <w:t>.</w:t>
      </w:r>
      <w:r w:rsidR="004C144B">
        <w:rPr>
          <w:b/>
          <w:sz w:val="28"/>
          <w:szCs w:val="28"/>
          <w:u w:val="single"/>
        </w:rPr>
        <w:t>0</w:t>
      </w:r>
      <w:r w:rsidR="00724237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C144B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№ </w:t>
      </w:r>
      <w:r w:rsidR="006E66A0">
        <w:rPr>
          <w:b/>
          <w:sz w:val="28"/>
          <w:szCs w:val="28"/>
          <w:u w:val="single"/>
        </w:rPr>
        <w:t>236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C144B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C144B">
              <w:rPr>
                <w:sz w:val="22"/>
              </w:rPr>
              <w:t>29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C144B">
              <w:rPr>
                <w:sz w:val="22"/>
              </w:rPr>
              <w:t>3</w:t>
            </w:r>
            <w:r>
              <w:rPr>
                <w:sz w:val="22"/>
              </w:rPr>
              <w:t xml:space="preserve"> № </w:t>
            </w:r>
            <w:r w:rsidR="00956AF9">
              <w:rPr>
                <w:sz w:val="22"/>
              </w:rPr>
              <w:t>4</w:t>
            </w:r>
            <w:r w:rsidR="004C144B">
              <w:rPr>
                <w:sz w:val="22"/>
              </w:rPr>
              <w:t>33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87095A" w:rsidRPr="0087095A" w:rsidRDefault="0087095A" w:rsidP="0087095A">
      <w:pPr>
        <w:pStyle w:val="aa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87095A">
        <w:rPr>
          <w:sz w:val="26"/>
          <w:szCs w:val="26"/>
        </w:rPr>
        <w:t xml:space="preserve">Дополнить постановление Администрации Заполярного района от </w:t>
      </w:r>
      <w:r w:rsidR="004C144B">
        <w:rPr>
          <w:sz w:val="26"/>
          <w:szCs w:val="26"/>
        </w:rPr>
        <w:t>29</w:t>
      </w:r>
      <w:r w:rsidRPr="0087095A">
        <w:rPr>
          <w:sz w:val="26"/>
          <w:szCs w:val="26"/>
        </w:rPr>
        <w:t>.12.202</w:t>
      </w:r>
      <w:r w:rsidR="004C144B">
        <w:rPr>
          <w:sz w:val="26"/>
          <w:szCs w:val="26"/>
        </w:rPr>
        <w:t>3</w:t>
      </w:r>
      <w:r w:rsidRPr="0087095A">
        <w:rPr>
          <w:sz w:val="26"/>
          <w:szCs w:val="26"/>
        </w:rPr>
        <w:t xml:space="preserve"> № 4</w:t>
      </w:r>
      <w:r w:rsidR="004C144B">
        <w:rPr>
          <w:sz w:val="26"/>
          <w:szCs w:val="26"/>
        </w:rPr>
        <w:t>33</w:t>
      </w:r>
      <w:r w:rsidRPr="0087095A">
        <w:rPr>
          <w:sz w:val="26"/>
          <w:szCs w:val="26"/>
        </w:rPr>
        <w:t>п «Об утверждении тарифов на услуги (работы) МП ЗР «</w:t>
      </w:r>
      <w:proofErr w:type="spellStart"/>
      <w:r w:rsidRPr="0087095A">
        <w:rPr>
          <w:sz w:val="26"/>
          <w:szCs w:val="26"/>
        </w:rPr>
        <w:t>Севержилкомсервис</w:t>
      </w:r>
      <w:proofErr w:type="spellEnd"/>
      <w:r w:rsidRPr="0087095A">
        <w:rPr>
          <w:sz w:val="26"/>
          <w:szCs w:val="26"/>
        </w:rPr>
        <w:t>» на 202</w:t>
      </w:r>
      <w:r w:rsidR="004C144B">
        <w:rPr>
          <w:sz w:val="26"/>
          <w:szCs w:val="26"/>
        </w:rPr>
        <w:t>4</w:t>
      </w:r>
      <w:r w:rsidRPr="0087095A">
        <w:rPr>
          <w:sz w:val="26"/>
          <w:szCs w:val="26"/>
        </w:rPr>
        <w:t xml:space="preserve"> год» приложени</w:t>
      </w:r>
      <w:r w:rsidR="00724237">
        <w:rPr>
          <w:sz w:val="26"/>
          <w:szCs w:val="26"/>
        </w:rPr>
        <w:t>е</w:t>
      </w:r>
      <w:r w:rsidRPr="0087095A">
        <w:rPr>
          <w:sz w:val="26"/>
          <w:szCs w:val="26"/>
        </w:rPr>
        <w:t xml:space="preserve">м № </w:t>
      </w:r>
      <w:r w:rsidR="00724237">
        <w:rPr>
          <w:sz w:val="26"/>
          <w:szCs w:val="26"/>
        </w:rPr>
        <w:t>10</w:t>
      </w:r>
      <w:r w:rsidR="00BB2627">
        <w:rPr>
          <w:sz w:val="26"/>
          <w:szCs w:val="26"/>
        </w:rPr>
        <w:t xml:space="preserve"> </w:t>
      </w:r>
      <w:r w:rsidRPr="0087095A">
        <w:rPr>
          <w:sz w:val="26"/>
          <w:szCs w:val="26"/>
        </w:rPr>
        <w:t xml:space="preserve">следующего содержания: </w:t>
      </w:r>
    </w:p>
    <w:p w:rsidR="0047274A" w:rsidRDefault="0047274A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Pr="007A2A2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lastRenderedPageBreak/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724237">
        <w:rPr>
          <w:sz w:val="26"/>
          <w:szCs w:val="26"/>
        </w:rPr>
        <w:t>10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4C144B">
        <w:rPr>
          <w:sz w:val="26"/>
          <w:szCs w:val="26"/>
        </w:rPr>
        <w:t>29</w:t>
      </w:r>
      <w:r w:rsidR="00956AF9">
        <w:rPr>
          <w:sz w:val="26"/>
          <w:szCs w:val="26"/>
        </w:rPr>
        <w:t>.12.202</w:t>
      </w:r>
      <w:r w:rsidR="004C144B">
        <w:rPr>
          <w:sz w:val="26"/>
          <w:szCs w:val="26"/>
        </w:rPr>
        <w:t>3</w:t>
      </w:r>
      <w:r w:rsidRPr="00645285">
        <w:rPr>
          <w:sz w:val="26"/>
          <w:szCs w:val="26"/>
        </w:rPr>
        <w:t xml:space="preserve"> № </w:t>
      </w:r>
      <w:r w:rsidR="00956AF9">
        <w:rPr>
          <w:sz w:val="26"/>
          <w:szCs w:val="26"/>
        </w:rPr>
        <w:t>4</w:t>
      </w:r>
      <w:r w:rsidR="004C144B">
        <w:rPr>
          <w:sz w:val="26"/>
          <w:szCs w:val="26"/>
        </w:rPr>
        <w:t>33</w:t>
      </w:r>
      <w:r w:rsidRPr="00645285">
        <w:rPr>
          <w:sz w:val="26"/>
          <w:szCs w:val="26"/>
        </w:rPr>
        <w:t>п</w:t>
      </w:r>
    </w:p>
    <w:p w:rsidR="00BB2627" w:rsidRDefault="00BB2627" w:rsidP="0047274A">
      <w:pPr>
        <w:jc w:val="right"/>
        <w:rPr>
          <w:sz w:val="26"/>
          <w:szCs w:val="26"/>
        </w:rPr>
      </w:pPr>
    </w:p>
    <w:p w:rsidR="00BB2627" w:rsidRDefault="00BB2627" w:rsidP="0047274A">
      <w:pPr>
        <w:jc w:val="right"/>
        <w:rPr>
          <w:sz w:val="26"/>
          <w:szCs w:val="26"/>
        </w:rPr>
      </w:pPr>
    </w:p>
    <w:p w:rsidR="0047274A" w:rsidRPr="007A2A27" w:rsidRDefault="007A2A27" w:rsidP="0047274A">
      <w:pPr>
        <w:jc w:val="right"/>
        <w:rPr>
          <w:sz w:val="26"/>
          <w:szCs w:val="26"/>
        </w:rPr>
      </w:pPr>
      <w:r w:rsidRPr="007A2A27">
        <w:rPr>
          <w:sz w:val="26"/>
          <w:szCs w:val="26"/>
        </w:rPr>
        <w:t>с НДС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2128"/>
        <w:gridCol w:w="1276"/>
        <w:gridCol w:w="1417"/>
      </w:tblGrid>
      <w:tr w:rsidR="00724237" w:rsidRPr="00853D13" w:rsidTr="00F60784">
        <w:trPr>
          <w:trHeight w:val="700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724237" w:rsidRPr="00853D13" w:rsidRDefault="00724237" w:rsidP="00F60784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Тарифы, установленные в соответствии с постановлением</w:t>
            </w:r>
          </w:p>
          <w:p w:rsidR="00724237" w:rsidRPr="00853D13" w:rsidRDefault="00724237" w:rsidP="00F60784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 xml:space="preserve">Администрации муниципального района «Заполярный </w:t>
            </w:r>
            <w:proofErr w:type="gramStart"/>
            <w:r w:rsidRPr="00853D13">
              <w:rPr>
                <w:b/>
                <w:bCs/>
                <w:sz w:val="26"/>
                <w:szCs w:val="26"/>
              </w:rPr>
              <w:t>район»</w:t>
            </w:r>
            <w:r>
              <w:rPr>
                <w:b/>
                <w:bCs/>
                <w:sz w:val="26"/>
                <w:szCs w:val="26"/>
              </w:rPr>
              <w:t xml:space="preserve">   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                  Ненецкого автономного округа»</w:t>
            </w:r>
          </w:p>
          <w:p w:rsidR="00724237" w:rsidRPr="00853D13" w:rsidRDefault="00724237" w:rsidP="00F60784">
            <w:pPr>
              <w:jc w:val="center"/>
              <w:rPr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724237" w:rsidRPr="002E6701" w:rsidTr="00724237">
        <w:trPr>
          <w:trHeight w:val="365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724237" w:rsidRPr="007A2A27" w:rsidRDefault="00724237" w:rsidP="00724237">
            <w:pPr>
              <w:pStyle w:val="aa"/>
              <w:numPr>
                <w:ilvl w:val="0"/>
                <w:numId w:val="41"/>
              </w:numPr>
              <w:jc w:val="center"/>
              <w:rPr>
                <w:bCs/>
                <w:sz w:val="22"/>
                <w:szCs w:val="22"/>
              </w:rPr>
            </w:pPr>
            <w:r w:rsidRPr="007A2A27">
              <w:rPr>
                <w:bCs/>
                <w:sz w:val="22"/>
                <w:szCs w:val="22"/>
              </w:rPr>
              <w:t xml:space="preserve">Услуги по </w:t>
            </w:r>
            <w:r>
              <w:rPr>
                <w:bCs/>
                <w:sz w:val="22"/>
                <w:szCs w:val="22"/>
              </w:rPr>
              <w:t>хранению топлива</w:t>
            </w:r>
            <w:r w:rsidRPr="007A2A27">
              <w:rPr>
                <w:bCs/>
                <w:sz w:val="22"/>
                <w:szCs w:val="22"/>
              </w:rPr>
              <w:t xml:space="preserve">   </w:t>
            </w:r>
          </w:p>
        </w:tc>
      </w:tr>
      <w:tr w:rsidR="00724237" w:rsidRPr="002E6701" w:rsidTr="00F60784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724237" w:rsidRPr="002E6701" w:rsidRDefault="00724237" w:rsidP="00F60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24237" w:rsidRPr="007A2A27" w:rsidRDefault="00724237" w:rsidP="00F60784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угля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724237" w:rsidRPr="00A042B2" w:rsidRDefault="008952FB" w:rsidP="008952FB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р</w:t>
            </w:r>
            <w:r w:rsidRPr="00A042B2">
              <w:rPr>
                <w:bCs/>
                <w:color w:val="000000"/>
              </w:rPr>
              <w:t>уб</w:t>
            </w:r>
            <w:r>
              <w:rPr>
                <w:bCs/>
                <w:color w:val="000000"/>
              </w:rPr>
              <w:t>.</w:t>
            </w:r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  <w:r>
              <w:rPr>
                <w:bCs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7" w:rsidRDefault="00724237" w:rsidP="00CB0BD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CB0BD7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="00CB0BD7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24237" w:rsidRPr="002E6701" w:rsidRDefault="00724237" w:rsidP="00CB0BD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CB0BD7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="00CB0BD7">
              <w:rPr>
                <w:bCs/>
                <w:sz w:val="22"/>
                <w:szCs w:val="22"/>
              </w:rPr>
              <w:t>60</w:t>
            </w:r>
          </w:p>
        </w:tc>
      </w:tr>
      <w:tr w:rsidR="00724237" w:rsidRPr="002E6701" w:rsidTr="00F60784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724237" w:rsidRPr="002E6701" w:rsidRDefault="00724237" w:rsidP="00F60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24237" w:rsidRPr="007A2A27" w:rsidRDefault="00724237" w:rsidP="00F60784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дров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724237" w:rsidRPr="00A042B2" w:rsidRDefault="008952FB" w:rsidP="00F60784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р</w:t>
            </w:r>
            <w:r w:rsidRPr="00A042B2">
              <w:rPr>
                <w:bCs/>
                <w:color w:val="000000"/>
              </w:rPr>
              <w:t>уб</w:t>
            </w:r>
            <w:r>
              <w:rPr>
                <w:bCs/>
                <w:color w:val="000000"/>
              </w:rPr>
              <w:t>.</w:t>
            </w:r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  <w:r>
              <w:rPr>
                <w:bCs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7" w:rsidRDefault="00724237" w:rsidP="00CB0BD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</w:t>
            </w:r>
            <w:r w:rsidR="00CB0BD7">
              <w:rPr>
                <w:bCs/>
                <w:sz w:val="22"/>
                <w:szCs w:val="22"/>
              </w:rPr>
              <w:t>83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24237" w:rsidRPr="002E6701" w:rsidRDefault="00CB0BD7" w:rsidP="00CB0BD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  <w:r w:rsidR="0072423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39</w:t>
            </w:r>
          </w:p>
        </w:tc>
      </w:tr>
      <w:tr w:rsidR="00724237" w:rsidRPr="002E6701" w:rsidTr="00F60784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724237" w:rsidRPr="002E6701" w:rsidRDefault="00724237" w:rsidP="00F60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24237" w:rsidRPr="007A2A27" w:rsidRDefault="00724237" w:rsidP="00F60784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бензина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724237" w:rsidRPr="00A042B2" w:rsidRDefault="008952FB" w:rsidP="00F60784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р</w:t>
            </w:r>
            <w:r w:rsidRPr="00A042B2">
              <w:rPr>
                <w:bCs/>
                <w:color w:val="000000"/>
              </w:rPr>
              <w:t>уб</w:t>
            </w:r>
            <w:r>
              <w:rPr>
                <w:bCs/>
                <w:color w:val="000000"/>
              </w:rPr>
              <w:t>.</w:t>
            </w:r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  <w:r>
              <w:rPr>
                <w:bCs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7" w:rsidRDefault="00CB0BD7" w:rsidP="00CB0BD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  <w:r w:rsidR="0072423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24237" w:rsidRPr="002E6701" w:rsidRDefault="00724237" w:rsidP="00CB0BD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</w:t>
            </w:r>
            <w:r w:rsidR="00CB0BD7">
              <w:rPr>
                <w:bCs/>
                <w:sz w:val="22"/>
                <w:szCs w:val="22"/>
              </w:rPr>
              <w:t>58</w:t>
            </w:r>
          </w:p>
        </w:tc>
      </w:tr>
      <w:tr w:rsidR="00724237" w:rsidRPr="002E6701" w:rsidTr="00F60784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724237" w:rsidRPr="002E6701" w:rsidRDefault="00724237" w:rsidP="00F60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24237" w:rsidRPr="007A2A27" w:rsidRDefault="00724237" w:rsidP="00F60784">
            <w:pPr>
              <w:rPr>
                <w:color w:val="000000"/>
                <w:sz w:val="26"/>
                <w:szCs w:val="26"/>
              </w:rPr>
            </w:pPr>
            <w:r w:rsidRPr="007A2A27">
              <w:rPr>
                <w:color w:val="000000"/>
                <w:sz w:val="26"/>
                <w:szCs w:val="26"/>
              </w:rPr>
              <w:t>Стоимость услуги по хранению дизельного топлива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724237" w:rsidRPr="00A042B2" w:rsidRDefault="008952FB" w:rsidP="00F60784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р</w:t>
            </w:r>
            <w:r w:rsidRPr="00A042B2">
              <w:rPr>
                <w:bCs/>
                <w:color w:val="000000"/>
              </w:rPr>
              <w:t>уб</w:t>
            </w:r>
            <w:r>
              <w:rPr>
                <w:bCs/>
                <w:color w:val="000000"/>
              </w:rPr>
              <w:t>.</w:t>
            </w:r>
            <w:r w:rsidRPr="00A042B2">
              <w:rPr>
                <w:bCs/>
                <w:color w:val="000000"/>
              </w:rPr>
              <w:t>/т/</w:t>
            </w:r>
            <w:proofErr w:type="spellStart"/>
            <w:r w:rsidRPr="00A042B2">
              <w:rPr>
                <w:bCs/>
                <w:color w:val="000000"/>
              </w:rPr>
              <w:t>сут</w:t>
            </w:r>
            <w:proofErr w:type="spellEnd"/>
            <w:r>
              <w:rPr>
                <w:bCs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237" w:rsidRDefault="00724237" w:rsidP="00CB0BD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</w:t>
            </w:r>
            <w:r w:rsidR="00CB0BD7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24237" w:rsidRPr="002E6701" w:rsidRDefault="00724237" w:rsidP="00CB0BD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CB0BD7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="00CB0BD7">
              <w:rPr>
                <w:bCs/>
                <w:sz w:val="22"/>
                <w:szCs w:val="22"/>
              </w:rPr>
              <w:t>47</w:t>
            </w:r>
          </w:p>
        </w:tc>
      </w:tr>
    </w:tbl>
    <w:p w:rsidR="00724237" w:rsidRPr="00AC3D03" w:rsidRDefault="00724237" w:rsidP="00724237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Default="0087095A" w:rsidP="00724237">
      <w:pPr>
        <w:ind w:firstLine="709"/>
        <w:jc w:val="both"/>
        <w:rPr>
          <w:sz w:val="28"/>
          <w:szCs w:val="28"/>
        </w:rPr>
      </w:pPr>
      <w:r w:rsidRPr="0087095A">
        <w:rPr>
          <w:sz w:val="28"/>
          <w:szCs w:val="28"/>
        </w:rPr>
        <w:t xml:space="preserve">2.   </w:t>
      </w:r>
      <w:r w:rsidR="00724237" w:rsidRPr="00AC3D03">
        <w:rPr>
          <w:sz w:val="28"/>
          <w:szCs w:val="28"/>
        </w:rPr>
        <w:t>Настоящее постановление вступает в силу со дня принятия и подлежит официальному опубликованию.</w:t>
      </w:r>
    </w:p>
    <w:p w:rsidR="0087095A" w:rsidRPr="00AC3D03" w:rsidRDefault="0087095A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901"/>
      </w:tblGrid>
      <w:tr w:rsidR="00787344" w:rsidRPr="00AC3D03" w:rsidTr="00724237">
        <w:tc>
          <w:tcPr>
            <w:tcW w:w="4785" w:type="dxa"/>
            <w:hideMark/>
          </w:tcPr>
          <w:p w:rsidR="00787344" w:rsidRPr="00AC3D03" w:rsidRDefault="00702B22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 w:rsidRPr="00AC3D03"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962" w:type="dxa"/>
            <w:vAlign w:val="bottom"/>
            <w:hideMark/>
          </w:tcPr>
          <w:p w:rsidR="007A2A27" w:rsidRDefault="007A2A27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87095A" w:rsidP="008709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02B22" w:rsidRPr="00AC3D03">
              <w:rPr>
                <w:sz w:val="28"/>
                <w:szCs w:val="28"/>
              </w:rPr>
              <w:t>Н</w:t>
            </w:r>
            <w:r w:rsidR="00787344" w:rsidRPr="00AC3D03">
              <w:rPr>
                <w:sz w:val="28"/>
                <w:szCs w:val="28"/>
              </w:rPr>
              <w:t>.</w:t>
            </w:r>
            <w:r w:rsidR="00702B22" w:rsidRPr="00AC3D03">
              <w:rPr>
                <w:sz w:val="28"/>
                <w:szCs w:val="28"/>
              </w:rPr>
              <w:t>Л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 w:rsidR="00702B22" w:rsidRPr="00AC3D03">
              <w:rPr>
                <w:sz w:val="28"/>
                <w:szCs w:val="28"/>
              </w:rPr>
              <w:t>Михайлова</w:t>
            </w:r>
          </w:p>
        </w:tc>
      </w:tr>
    </w:tbl>
    <w:p w:rsidR="007D5CBF" w:rsidRPr="00AC3D03" w:rsidRDefault="007D5CBF" w:rsidP="003976CA">
      <w:pPr>
        <w:jc w:val="right"/>
        <w:rPr>
          <w:sz w:val="28"/>
          <w:szCs w:val="28"/>
        </w:rPr>
      </w:pP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484" w:rsidRDefault="00C40484">
      <w:r>
        <w:separator/>
      </w:r>
    </w:p>
  </w:endnote>
  <w:endnote w:type="continuationSeparator" w:id="0">
    <w:p w:rsidR="00C40484" w:rsidRDefault="00C40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484" w:rsidRDefault="00C40484">
      <w:r>
        <w:separator/>
      </w:r>
    </w:p>
  </w:footnote>
  <w:footnote w:type="continuationSeparator" w:id="0">
    <w:p w:rsidR="00C40484" w:rsidRDefault="00C40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46CFB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6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1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1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5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5"/>
  </w:num>
  <w:num w:numId="3">
    <w:abstractNumId w:val="31"/>
  </w:num>
  <w:num w:numId="4">
    <w:abstractNumId w:val="18"/>
  </w:num>
  <w:num w:numId="5">
    <w:abstractNumId w:val="37"/>
  </w:num>
  <w:num w:numId="6">
    <w:abstractNumId w:val="40"/>
  </w:num>
  <w:num w:numId="7">
    <w:abstractNumId w:val="28"/>
  </w:num>
  <w:num w:numId="8">
    <w:abstractNumId w:val="5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32"/>
  </w:num>
  <w:num w:numId="12">
    <w:abstractNumId w:val="13"/>
  </w:num>
  <w:num w:numId="13">
    <w:abstractNumId w:val="16"/>
  </w:num>
  <w:num w:numId="14">
    <w:abstractNumId w:val="26"/>
  </w:num>
  <w:num w:numId="15">
    <w:abstractNumId w:val="33"/>
  </w:num>
  <w:num w:numId="16">
    <w:abstractNumId w:val="22"/>
  </w:num>
  <w:num w:numId="17">
    <w:abstractNumId w:val="3"/>
  </w:num>
  <w:num w:numId="18">
    <w:abstractNumId w:val="27"/>
  </w:num>
  <w:num w:numId="19">
    <w:abstractNumId w:val="0"/>
  </w:num>
  <w:num w:numId="20">
    <w:abstractNumId w:val="19"/>
  </w:num>
  <w:num w:numId="21">
    <w:abstractNumId w:val="17"/>
  </w:num>
  <w:num w:numId="22">
    <w:abstractNumId w:val="24"/>
  </w:num>
  <w:num w:numId="23">
    <w:abstractNumId w:val="8"/>
  </w:num>
  <w:num w:numId="24">
    <w:abstractNumId w:val="2"/>
  </w:num>
  <w:num w:numId="25">
    <w:abstractNumId w:val="20"/>
  </w:num>
  <w:num w:numId="26">
    <w:abstractNumId w:val="39"/>
  </w:num>
  <w:num w:numId="27">
    <w:abstractNumId w:val="4"/>
  </w:num>
  <w:num w:numId="28">
    <w:abstractNumId w:val="15"/>
  </w:num>
  <w:num w:numId="29">
    <w:abstractNumId w:val="29"/>
  </w:num>
  <w:num w:numId="30">
    <w:abstractNumId w:val="36"/>
  </w:num>
  <w:num w:numId="31">
    <w:abstractNumId w:val="38"/>
  </w:num>
  <w:num w:numId="32">
    <w:abstractNumId w:val="12"/>
  </w:num>
  <w:num w:numId="33">
    <w:abstractNumId w:val="10"/>
  </w:num>
  <w:num w:numId="34">
    <w:abstractNumId w:val="9"/>
  </w:num>
  <w:num w:numId="35">
    <w:abstractNumId w:val="7"/>
  </w:num>
  <w:num w:numId="36">
    <w:abstractNumId w:val="14"/>
  </w:num>
  <w:num w:numId="37">
    <w:abstractNumId w:val="1"/>
  </w:num>
  <w:num w:numId="38">
    <w:abstractNumId w:val="35"/>
  </w:num>
  <w:num w:numId="39">
    <w:abstractNumId w:val="34"/>
  </w:num>
  <w:num w:numId="40">
    <w:abstractNumId w:val="21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1779F"/>
    <w:rsid w:val="00037696"/>
    <w:rsid w:val="00086E49"/>
    <w:rsid w:val="000942CD"/>
    <w:rsid w:val="00095D99"/>
    <w:rsid w:val="000B55BC"/>
    <w:rsid w:val="000C06DA"/>
    <w:rsid w:val="000C3D45"/>
    <w:rsid w:val="000D4808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27A7C"/>
    <w:rsid w:val="002571AC"/>
    <w:rsid w:val="00257444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316FE"/>
    <w:rsid w:val="00332BB0"/>
    <w:rsid w:val="00343893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57828"/>
    <w:rsid w:val="00461FF7"/>
    <w:rsid w:val="0047274A"/>
    <w:rsid w:val="00482F3B"/>
    <w:rsid w:val="004B1F68"/>
    <w:rsid w:val="004C144B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0B63"/>
    <w:rsid w:val="005A166A"/>
    <w:rsid w:val="005A619E"/>
    <w:rsid w:val="005B0E7B"/>
    <w:rsid w:val="005C262F"/>
    <w:rsid w:val="005E5618"/>
    <w:rsid w:val="005E6DEC"/>
    <w:rsid w:val="005F55CF"/>
    <w:rsid w:val="006000D2"/>
    <w:rsid w:val="006045E2"/>
    <w:rsid w:val="006061FF"/>
    <w:rsid w:val="00610611"/>
    <w:rsid w:val="00625A74"/>
    <w:rsid w:val="0064488C"/>
    <w:rsid w:val="00645A0E"/>
    <w:rsid w:val="0065045F"/>
    <w:rsid w:val="00652858"/>
    <w:rsid w:val="006714FB"/>
    <w:rsid w:val="00680190"/>
    <w:rsid w:val="006A37A9"/>
    <w:rsid w:val="006C7195"/>
    <w:rsid w:val="006D794C"/>
    <w:rsid w:val="006E533B"/>
    <w:rsid w:val="006E66A0"/>
    <w:rsid w:val="006F3819"/>
    <w:rsid w:val="006F62F0"/>
    <w:rsid w:val="00702B22"/>
    <w:rsid w:val="00714620"/>
    <w:rsid w:val="00724237"/>
    <w:rsid w:val="0075136D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428AD"/>
    <w:rsid w:val="0085182E"/>
    <w:rsid w:val="0085204E"/>
    <w:rsid w:val="00856148"/>
    <w:rsid w:val="0087095A"/>
    <w:rsid w:val="00870EB0"/>
    <w:rsid w:val="008806B4"/>
    <w:rsid w:val="00881C24"/>
    <w:rsid w:val="008952FB"/>
    <w:rsid w:val="008D1D8C"/>
    <w:rsid w:val="009039A5"/>
    <w:rsid w:val="009249E8"/>
    <w:rsid w:val="009300CC"/>
    <w:rsid w:val="00947DAF"/>
    <w:rsid w:val="00952B89"/>
    <w:rsid w:val="00953719"/>
    <w:rsid w:val="00956AF9"/>
    <w:rsid w:val="009635B5"/>
    <w:rsid w:val="009641CC"/>
    <w:rsid w:val="00971829"/>
    <w:rsid w:val="00972CBC"/>
    <w:rsid w:val="00973260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07CB"/>
    <w:rsid w:val="00AB24B2"/>
    <w:rsid w:val="00AB284A"/>
    <w:rsid w:val="00AB2A97"/>
    <w:rsid w:val="00AC26AA"/>
    <w:rsid w:val="00AC3D03"/>
    <w:rsid w:val="00AD1962"/>
    <w:rsid w:val="00AD4238"/>
    <w:rsid w:val="00AD53F0"/>
    <w:rsid w:val="00AE660E"/>
    <w:rsid w:val="00AF3C46"/>
    <w:rsid w:val="00B05327"/>
    <w:rsid w:val="00B241F3"/>
    <w:rsid w:val="00B60CBC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B2627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40484"/>
    <w:rsid w:val="00C50A0E"/>
    <w:rsid w:val="00C52FD8"/>
    <w:rsid w:val="00C65B62"/>
    <w:rsid w:val="00C7392A"/>
    <w:rsid w:val="00C80C19"/>
    <w:rsid w:val="00C918B5"/>
    <w:rsid w:val="00C960C4"/>
    <w:rsid w:val="00CB0BD7"/>
    <w:rsid w:val="00CD03BA"/>
    <w:rsid w:val="00CD792C"/>
    <w:rsid w:val="00D067FA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0345E"/>
    <w:rsid w:val="00F14F3B"/>
    <w:rsid w:val="00F17287"/>
    <w:rsid w:val="00F369D7"/>
    <w:rsid w:val="00F43C61"/>
    <w:rsid w:val="00F45614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4AF84-DFB5-4B30-A08C-6FA89D3B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Пищ Оксана Владимировна</cp:lastModifiedBy>
  <cp:revision>2</cp:revision>
  <cp:lastPrinted>2024-08-07T06:00:00Z</cp:lastPrinted>
  <dcterms:created xsi:type="dcterms:W3CDTF">2024-08-07T06:01:00Z</dcterms:created>
  <dcterms:modified xsi:type="dcterms:W3CDTF">2024-08-07T06:01:00Z</dcterms:modified>
</cp:coreProperties>
</file>